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E7B0AC" w14:textId="4D1C1C81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Segoe UI" w:eastAsia="Times New Roman" w:hAnsi="Segoe UI" w:cs="Segoe UI"/>
          <w:b/>
          <w:bCs/>
          <w:color w:val="000000"/>
          <w:kern w:val="0"/>
          <w:sz w:val="20"/>
          <w:szCs w:val="20"/>
          <w:lang w:eastAsia="it-IT"/>
          <w14:ligatures w14:val="none"/>
        </w:rPr>
      </w:pPr>
      <w:bookmarkStart w:id="0" w:name="_GoBack"/>
      <w:bookmarkEnd w:id="0"/>
      <w:r w:rsidRPr="005F134B">
        <w:rPr>
          <w:rFonts w:ascii="Segoe UI" w:eastAsia="Times New Roman" w:hAnsi="Segoe UI" w:cs="Segoe UI"/>
          <w:b/>
          <w:bCs/>
          <w:color w:val="000000"/>
          <w:kern w:val="0"/>
          <w:sz w:val="20"/>
          <w:szCs w:val="20"/>
          <w:lang w:eastAsia="it-IT"/>
          <w14:ligatures w14:val="none"/>
        </w:rPr>
        <w:t>MODELLO AUTOCERTIFICAZIONE ANTIMAFIA – ALL.4</w:t>
      </w:r>
    </w:p>
    <w:p w14:paraId="7AB77852" w14:textId="77777777" w:rsidR="003349A6" w:rsidRPr="005F134B" w:rsidRDefault="003349A6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Segoe UI" w:eastAsia="Times New Roman" w:hAnsi="Segoe UI" w:cs="Segoe UI"/>
          <w:b/>
          <w:bCs/>
          <w:color w:val="000000"/>
          <w:kern w:val="0"/>
          <w:sz w:val="20"/>
          <w:szCs w:val="20"/>
          <w:lang w:eastAsia="it-IT"/>
          <w14:ligatures w14:val="none"/>
        </w:rPr>
      </w:pPr>
    </w:p>
    <w:p w14:paraId="3EDF10A5" w14:textId="77777777" w:rsidR="0096249E" w:rsidRPr="005F134B" w:rsidRDefault="0096249E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Segoe UI" w:eastAsia="Times New Roman" w:hAnsi="Segoe UI" w:cs="Segoe UI"/>
          <w:b/>
          <w:bCs/>
          <w:color w:val="000000"/>
          <w:kern w:val="0"/>
          <w:sz w:val="20"/>
          <w:szCs w:val="20"/>
          <w:lang w:eastAsia="it-IT"/>
          <w14:ligatures w14:val="none"/>
        </w:rPr>
      </w:pPr>
    </w:p>
    <w:p w14:paraId="2F717F77" w14:textId="7777777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Documentazione finalizzata all’acquisizione dell’informazione antimafia (D.Lgs. 06/09/2011 n. 159)  </w:t>
      </w:r>
    </w:p>
    <w:p w14:paraId="3033CEEC" w14:textId="047D6507" w:rsidR="006479FD" w:rsidRPr="005F134B" w:rsidRDefault="0096249E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>(</w:t>
      </w:r>
      <w:r w:rsidR="006479FD"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>Da compilare da titolari, soci, amministratori, direttori tecnici e altri soggetti indicati dagli artt. 85 e 91, comma 5, D.Lgs. 159/2011.</w:t>
      </w: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>)</w:t>
      </w:r>
    </w:p>
    <w:p w14:paraId="4E9613A4" w14:textId="7777777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</w:p>
    <w:p w14:paraId="6E7C6799" w14:textId="259788DC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Riferimento procedura </w:t>
      </w:r>
      <w:sdt>
        <w:sdtPr>
          <w:rPr>
            <w:rFonts w:ascii="Segoe UI" w:eastAsia="Times New Roman" w:hAnsi="Segoe UI" w:cs="Segoe UI"/>
            <w:color w:val="000000"/>
            <w:kern w:val="0"/>
            <w:sz w:val="20"/>
            <w:szCs w:val="20"/>
            <w:lang w:eastAsia="it-IT"/>
            <w14:ligatures w14:val="none"/>
          </w:rPr>
          <w:id w:val="-1148280948"/>
          <w:placeholder>
            <w:docPart w:val="DefaultPlaceholder_1081868574"/>
          </w:placeholder>
          <w:text/>
        </w:sdtPr>
        <w:sdtEndPr/>
        <w:sdtContent>
          <w:r w:rsidRPr="005F134B">
            <w:rPr>
              <w:rFonts w:ascii="Segoe UI" w:eastAsia="Times New Roman" w:hAnsi="Segoe UI" w:cs="Segoe UI"/>
              <w:color w:val="000000"/>
              <w:kern w:val="0"/>
              <w:sz w:val="20"/>
              <w:szCs w:val="20"/>
              <w:lang w:eastAsia="it-IT"/>
              <w14:ligatures w14:val="none"/>
            </w:rPr>
            <w:t>(opzionale)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: </w:t>
      </w:r>
      <w:sdt>
        <w:sdtPr>
          <w:rPr>
            <w:rFonts w:ascii="Segoe UI" w:eastAsia="Times New Roman" w:hAnsi="Segoe UI" w:cs="Segoe UI"/>
            <w:color w:val="000000"/>
            <w:kern w:val="0"/>
            <w:sz w:val="20"/>
            <w:szCs w:val="20"/>
            <w:lang w:eastAsia="it-IT"/>
            <w14:ligatures w14:val="none"/>
          </w:rPr>
          <w:id w:val="-2100084563"/>
          <w:placeholder>
            <w:docPart w:val="DefaultPlaceholder_1081868574"/>
          </w:placeholder>
          <w:text/>
        </w:sdtPr>
        <w:sdtEndPr/>
        <w:sdtContent>
          <w:r w:rsidRPr="005F134B">
            <w:rPr>
              <w:rFonts w:ascii="Segoe UI" w:eastAsia="Times New Roman" w:hAnsi="Segoe UI" w:cs="Segoe UI"/>
              <w:color w:val="000000"/>
              <w:kern w:val="0"/>
              <w:sz w:val="20"/>
              <w:szCs w:val="20"/>
              <w:lang w:eastAsia="it-IT"/>
              <w14:ligatures w14:val="none"/>
            </w:rPr>
            <w:t>[numero gara/affidamento]</w:t>
          </w:r>
        </w:sdtContent>
      </w:sdt>
    </w:p>
    <w:p w14:paraId="25BBFB36" w14:textId="77777777" w:rsidR="003349A6" w:rsidRPr="005F134B" w:rsidRDefault="003349A6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</w:p>
    <w:p w14:paraId="359F3D70" w14:textId="7777777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</w:p>
    <w:p w14:paraId="3904B80C" w14:textId="7F46958A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Il/La sottoscritto/a </w:t>
      </w:r>
      <w:sdt>
        <w:sdtPr>
          <w:rPr>
            <w:rFonts w:ascii="Segoe UI" w:eastAsia="Times New Roman" w:hAnsi="Segoe UI" w:cs="Segoe UI"/>
            <w:b/>
            <w:color w:val="000000"/>
            <w:kern w:val="0"/>
            <w:sz w:val="20"/>
            <w:szCs w:val="20"/>
            <w:lang w:eastAsia="it-IT"/>
            <w14:ligatures w14:val="none"/>
          </w:rPr>
          <w:id w:val="-2012669159"/>
          <w:placeholder>
            <w:docPart w:val="DefaultPlaceholder_1081868574"/>
          </w:placeholder>
          <w:text/>
        </w:sdtPr>
        <w:sdtEndPr/>
        <w:sdtContent>
          <w:r w:rsidRPr="005F134B">
            <w:rPr>
              <w:rFonts w:ascii="Segoe UI" w:eastAsia="Times New Roman" w:hAnsi="Segoe UI" w:cs="Segoe UI"/>
              <w:b/>
              <w:color w:val="000000"/>
              <w:kern w:val="0"/>
              <w:sz w:val="20"/>
              <w:szCs w:val="20"/>
              <w:lang w:eastAsia="it-IT"/>
              <w14:ligatures w14:val="none"/>
            </w:rPr>
            <w:t>[Nome e Cognome]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 </w:t>
      </w:r>
    </w:p>
    <w:p w14:paraId="05156D58" w14:textId="0B4E84F4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proofErr w:type="gramStart"/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>nato</w:t>
      </w:r>
      <w:proofErr w:type="gramEnd"/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/a </w:t>
      </w:r>
      <w:proofErr w:type="spellStart"/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>a</w:t>
      </w:r>
      <w:proofErr w:type="spellEnd"/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</w:t>
      </w:r>
      <w:sdt>
        <w:sdtPr>
          <w:rPr>
            <w:rFonts w:ascii="Segoe UI" w:eastAsia="Times New Roman" w:hAnsi="Segoe UI" w:cs="Segoe UI"/>
            <w:b/>
            <w:color w:val="000000"/>
            <w:kern w:val="0"/>
            <w:sz w:val="20"/>
            <w:szCs w:val="20"/>
            <w:lang w:eastAsia="it-IT"/>
            <w14:ligatures w14:val="none"/>
          </w:rPr>
          <w:id w:val="-1926179417"/>
          <w:placeholder>
            <w:docPart w:val="DefaultPlaceholder_1081868574"/>
          </w:placeholder>
          <w:text/>
        </w:sdtPr>
        <w:sdtEndPr/>
        <w:sdtContent>
          <w:r w:rsidRPr="005F134B">
            <w:rPr>
              <w:rFonts w:ascii="Segoe UI" w:eastAsia="Times New Roman" w:hAnsi="Segoe UI" w:cs="Segoe UI"/>
              <w:b/>
              <w:color w:val="000000"/>
              <w:kern w:val="0"/>
              <w:sz w:val="20"/>
              <w:szCs w:val="20"/>
              <w:lang w:eastAsia="it-IT"/>
              <w14:ligatures w14:val="none"/>
            </w:rPr>
            <w:t>[Luogo]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il </w:t>
      </w:r>
      <w:sdt>
        <w:sdtPr>
          <w:rPr>
            <w:rFonts w:ascii="Segoe UI" w:eastAsia="Times New Roman" w:hAnsi="Segoe UI" w:cs="Segoe UI"/>
            <w:b/>
            <w:color w:val="000000"/>
            <w:kern w:val="0"/>
            <w:sz w:val="20"/>
            <w:szCs w:val="20"/>
            <w:lang w:eastAsia="it-IT"/>
            <w14:ligatures w14:val="none"/>
          </w:rPr>
          <w:id w:val="-1130546250"/>
          <w:placeholder>
            <w:docPart w:val="DefaultPlaceholder_1081868574"/>
          </w:placeholder>
          <w:text/>
        </w:sdtPr>
        <w:sdtEndPr/>
        <w:sdtContent>
          <w:r w:rsidRPr="005F134B">
            <w:rPr>
              <w:rFonts w:ascii="Segoe UI" w:eastAsia="Times New Roman" w:hAnsi="Segoe UI" w:cs="Segoe UI"/>
              <w:b/>
              <w:color w:val="000000"/>
              <w:kern w:val="0"/>
              <w:sz w:val="20"/>
              <w:szCs w:val="20"/>
              <w:lang w:eastAsia="it-IT"/>
              <w14:ligatures w14:val="none"/>
            </w:rPr>
            <w:t>[Data]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 </w:t>
      </w:r>
    </w:p>
    <w:p w14:paraId="2210794D" w14:textId="162E8A9F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Codice Fiscale </w:t>
      </w:r>
      <w:sdt>
        <w:sdtPr>
          <w:rPr>
            <w:rFonts w:ascii="Segoe UI" w:eastAsia="Times New Roman" w:hAnsi="Segoe UI" w:cs="Segoe UI"/>
            <w:b/>
            <w:color w:val="000000"/>
            <w:kern w:val="0"/>
            <w:sz w:val="20"/>
            <w:szCs w:val="20"/>
            <w:lang w:eastAsia="it-IT"/>
            <w14:ligatures w14:val="none"/>
          </w:rPr>
          <w:id w:val="621888722"/>
          <w:placeholder>
            <w:docPart w:val="DefaultPlaceholder_1081868574"/>
          </w:placeholder>
          <w:text/>
        </w:sdtPr>
        <w:sdtEndPr/>
        <w:sdtContent>
          <w:r w:rsidRPr="005F134B">
            <w:rPr>
              <w:rFonts w:ascii="Segoe UI" w:eastAsia="Times New Roman" w:hAnsi="Segoe UI" w:cs="Segoe UI"/>
              <w:b/>
              <w:color w:val="000000"/>
              <w:kern w:val="0"/>
              <w:sz w:val="20"/>
              <w:szCs w:val="20"/>
              <w:lang w:eastAsia="it-IT"/>
              <w14:ligatures w14:val="none"/>
            </w:rPr>
            <w:t>[Inserire]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 </w:t>
      </w:r>
    </w:p>
    <w:p w14:paraId="6D0A3884" w14:textId="0D8F2076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proofErr w:type="gramStart"/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>residente</w:t>
      </w:r>
      <w:proofErr w:type="gramEnd"/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in </w:t>
      </w:r>
      <w:sdt>
        <w:sdtPr>
          <w:rPr>
            <w:rFonts w:ascii="Segoe UI" w:eastAsia="Times New Roman" w:hAnsi="Segoe UI" w:cs="Segoe UI"/>
            <w:b/>
            <w:color w:val="000000"/>
            <w:kern w:val="0"/>
            <w:sz w:val="20"/>
            <w:szCs w:val="20"/>
            <w:lang w:eastAsia="it-IT"/>
            <w14:ligatures w14:val="none"/>
          </w:rPr>
          <w:id w:val="1853912523"/>
          <w:placeholder>
            <w:docPart w:val="DefaultPlaceholder_1081868574"/>
          </w:placeholder>
          <w:text/>
        </w:sdtPr>
        <w:sdtEndPr/>
        <w:sdtContent>
          <w:r w:rsidRPr="005F134B">
            <w:rPr>
              <w:rFonts w:ascii="Segoe UI" w:eastAsia="Times New Roman" w:hAnsi="Segoe UI" w:cs="Segoe UI"/>
              <w:b/>
              <w:color w:val="000000"/>
              <w:kern w:val="0"/>
              <w:sz w:val="20"/>
              <w:szCs w:val="20"/>
              <w:lang w:eastAsia="it-IT"/>
              <w14:ligatures w14:val="none"/>
            </w:rPr>
            <w:t>[Città]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, via </w:t>
      </w:r>
      <w:sdt>
        <w:sdtPr>
          <w:rPr>
            <w:rFonts w:ascii="Segoe UI" w:eastAsia="Times New Roman" w:hAnsi="Segoe UI" w:cs="Segoe UI"/>
            <w:b/>
            <w:color w:val="000000"/>
            <w:kern w:val="0"/>
            <w:sz w:val="20"/>
            <w:szCs w:val="20"/>
            <w:lang w:eastAsia="it-IT"/>
            <w14:ligatures w14:val="none"/>
          </w:rPr>
          <w:id w:val="866190867"/>
          <w:placeholder>
            <w:docPart w:val="DefaultPlaceholder_1081868574"/>
          </w:placeholder>
          <w:text/>
        </w:sdtPr>
        <w:sdtEndPr/>
        <w:sdtContent>
          <w:r w:rsidRPr="005F134B">
            <w:rPr>
              <w:rFonts w:ascii="Segoe UI" w:eastAsia="Times New Roman" w:hAnsi="Segoe UI" w:cs="Segoe UI"/>
              <w:b/>
              <w:color w:val="000000"/>
              <w:kern w:val="0"/>
              <w:sz w:val="20"/>
              <w:szCs w:val="20"/>
              <w:lang w:eastAsia="it-IT"/>
              <w14:ligatures w14:val="none"/>
            </w:rPr>
            <w:t>[Nome Via]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, n. </w:t>
      </w:r>
      <w:sdt>
        <w:sdtPr>
          <w:rPr>
            <w:rFonts w:ascii="Segoe UI" w:eastAsia="Times New Roman" w:hAnsi="Segoe UI" w:cs="Segoe UI"/>
            <w:b/>
            <w:color w:val="000000"/>
            <w:kern w:val="0"/>
            <w:sz w:val="20"/>
            <w:szCs w:val="20"/>
            <w:lang w:eastAsia="it-IT"/>
            <w14:ligatures w14:val="none"/>
          </w:rPr>
          <w:id w:val="-1917234315"/>
          <w:placeholder>
            <w:docPart w:val="DefaultPlaceholder_1081868574"/>
          </w:placeholder>
          <w:text/>
        </w:sdtPr>
        <w:sdtEndPr/>
        <w:sdtContent>
          <w:r w:rsidRPr="005F134B">
            <w:rPr>
              <w:rFonts w:ascii="Segoe UI" w:eastAsia="Times New Roman" w:hAnsi="Segoe UI" w:cs="Segoe UI"/>
              <w:b/>
              <w:color w:val="000000"/>
              <w:kern w:val="0"/>
              <w:sz w:val="20"/>
              <w:szCs w:val="20"/>
              <w:lang w:eastAsia="it-IT"/>
              <w14:ligatures w14:val="none"/>
            </w:rPr>
            <w:t>[Numero]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 </w:t>
      </w:r>
    </w:p>
    <w:p w14:paraId="3C270CF9" w14:textId="3D607310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proofErr w:type="gramStart"/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>in</w:t>
      </w:r>
      <w:proofErr w:type="gramEnd"/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qualità di </w:t>
      </w:r>
      <w:sdt>
        <w:sdtPr>
          <w:rPr>
            <w:rFonts w:ascii="Segoe UI" w:eastAsia="Times New Roman" w:hAnsi="Segoe UI" w:cs="Segoe UI"/>
            <w:b/>
            <w:color w:val="000000"/>
            <w:kern w:val="0"/>
            <w:sz w:val="20"/>
            <w:szCs w:val="20"/>
            <w:lang w:eastAsia="it-IT"/>
            <w14:ligatures w14:val="none"/>
          </w:rPr>
          <w:id w:val="-1474667418"/>
          <w:placeholder>
            <w:docPart w:val="DefaultPlaceholder_1081868574"/>
          </w:placeholder>
          <w:text/>
        </w:sdtPr>
        <w:sdtEndPr/>
        <w:sdtContent>
          <w:r w:rsidRPr="005F134B">
            <w:rPr>
              <w:rFonts w:ascii="Segoe UI" w:eastAsia="Times New Roman" w:hAnsi="Segoe UI" w:cs="Segoe UI"/>
              <w:b/>
              <w:color w:val="000000"/>
              <w:kern w:val="0"/>
              <w:sz w:val="20"/>
              <w:szCs w:val="20"/>
              <w:lang w:eastAsia="it-IT"/>
              <w14:ligatures w14:val="none"/>
            </w:rPr>
            <w:t>[Ruolo]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dell’Operatore Economico </w:t>
      </w:r>
      <w:sdt>
        <w:sdtPr>
          <w:rPr>
            <w:rFonts w:ascii="Segoe UI" w:eastAsia="Times New Roman" w:hAnsi="Segoe UI" w:cs="Segoe UI"/>
            <w:b/>
            <w:color w:val="000000"/>
            <w:kern w:val="0"/>
            <w:sz w:val="20"/>
            <w:szCs w:val="20"/>
            <w:lang w:eastAsia="it-IT"/>
            <w14:ligatures w14:val="none"/>
          </w:rPr>
          <w:id w:val="1884671155"/>
          <w:placeholder>
            <w:docPart w:val="DefaultPlaceholder_1081868574"/>
          </w:placeholder>
          <w:text/>
        </w:sdtPr>
        <w:sdtEndPr/>
        <w:sdtContent>
          <w:r w:rsidRPr="005F134B">
            <w:rPr>
              <w:rFonts w:ascii="Segoe UI" w:eastAsia="Times New Roman" w:hAnsi="Segoe UI" w:cs="Segoe UI"/>
              <w:b/>
              <w:color w:val="000000"/>
              <w:kern w:val="0"/>
              <w:sz w:val="20"/>
              <w:szCs w:val="20"/>
              <w:lang w:eastAsia="it-IT"/>
              <w14:ligatures w14:val="none"/>
            </w:rPr>
            <w:t>[Nome Azienda]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 </w:t>
      </w:r>
    </w:p>
    <w:p w14:paraId="41299163" w14:textId="7DC062AC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proofErr w:type="gramStart"/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>avente</w:t>
      </w:r>
      <w:proofErr w:type="gramEnd"/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sede in </w:t>
      </w:r>
      <w:sdt>
        <w:sdtPr>
          <w:rPr>
            <w:rFonts w:ascii="Segoe UI" w:eastAsia="Times New Roman" w:hAnsi="Segoe UI" w:cs="Segoe UI"/>
            <w:b/>
            <w:color w:val="000000"/>
            <w:kern w:val="0"/>
            <w:sz w:val="20"/>
            <w:szCs w:val="20"/>
            <w:lang w:eastAsia="it-IT"/>
            <w14:ligatures w14:val="none"/>
          </w:rPr>
          <w:id w:val="1604994535"/>
          <w:placeholder>
            <w:docPart w:val="DefaultPlaceholder_1081868574"/>
          </w:placeholder>
          <w:text/>
        </w:sdtPr>
        <w:sdtEndPr/>
        <w:sdtContent>
          <w:r w:rsidRPr="005F134B">
            <w:rPr>
              <w:rFonts w:ascii="Segoe UI" w:eastAsia="Times New Roman" w:hAnsi="Segoe UI" w:cs="Segoe UI"/>
              <w:b/>
              <w:color w:val="000000"/>
              <w:kern w:val="0"/>
              <w:sz w:val="20"/>
              <w:szCs w:val="20"/>
              <w:lang w:eastAsia="it-IT"/>
              <w14:ligatures w14:val="none"/>
            </w:rPr>
            <w:t>[Città]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, Prov. di </w:t>
      </w:r>
      <w:sdt>
        <w:sdtPr>
          <w:rPr>
            <w:rFonts w:ascii="Segoe UI" w:eastAsia="Times New Roman" w:hAnsi="Segoe UI" w:cs="Segoe UI"/>
            <w:b/>
            <w:color w:val="000000"/>
            <w:kern w:val="0"/>
            <w:sz w:val="20"/>
            <w:szCs w:val="20"/>
            <w:lang w:eastAsia="it-IT"/>
            <w14:ligatures w14:val="none"/>
          </w:rPr>
          <w:id w:val="-875540538"/>
          <w:placeholder>
            <w:docPart w:val="DefaultPlaceholder_1081868574"/>
          </w:placeholder>
          <w:text/>
        </w:sdtPr>
        <w:sdtEndPr/>
        <w:sdtContent>
          <w:r w:rsidRPr="005F134B">
            <w:rPr>
              <w:rFonts w:ascii="Segoe UI" w:eastAsia="Times New Roman" w:hAnsi="Segoe UI" w:cs="Segoe UI"/>
              <w:b/>
              <w:color w:val="000000"/>
              <w:kern w:val="0"/>
              <w:sz w:val="20"/>
              <w:szCs w:val="20"/>
              <w:lang w:eastAsia="it-IT"/>
              <w14:ligatures w14:val="none"/>
            </w:rPr>
            <w:t>[Provincia]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, via </w:t>
      </w:r>
      <w:sdt>
        <w:sdtPr>
          <w:rPr>
            <w:rFonts w:ascii="Segoe UI" w:eastAsia="Times New Roman" w:hAnsi="Segoe UI" w:cs="Segoe UI"/>
            <w:b/>
            <w:color w:val="000000"/>
            <w:kern w:val="0"/>
            <w:sz w:val="20"/>
            <w:szCs w:val="20"/>
            <w:lang w:eastAsia="it-IT"/>
            <w14:ligatures w14:val="none"/>
          </w:rPr>
          <w:id w:val="1772588911"/>
          <w:placeholder>
            <w:docPart w:val="DefaultPlaceholder_1081868574"/>
          </w:placeholder>
          <w:text/>
        </w:sdtPr>
        <w:sdtEndPr/>
        <w:sdtContent>
          <w:r w:rsidRPr="005F134B">
            <w:rPr>
              <w:rFonts w:ascii="Segoe UI" w:eastAsia="Times New Roman" w:hAnsi="Segoe UI" w:cs="Segoe UI"/>
              <w:b/>
              <w:color w:val="000000"/>
              <w:kern w:val="0"/>
              <w:sz w:val="20"/>
              <w:szCs w:val="20"/>
              <w:lang w:eastAsia="it-IT"/>
              <w14:ligatures w14:val="none"/>
            </w:rPr>
            <w:t>[Nome Via]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, n. </w:t>
      </w:r>
      <w:sdt>
        <w:sdtPr>
          <w:rPr>
            <w:rFonts w:ascii="Segoe UI" w:eastAsia="Times New Roman" w:hAnsi="Segoe UI" w:cs="Segoe UI"/>
            <w:b/>
            <w:color w:val="000000"/>
            <w:kern w:val="0"/>
            <w:sz w:val="20"/>
            <w:szCs w:val="20"/>
            <w:lang w:eastAsia="it-IT"/>
            <w14:ligatures w14:val="none"/>
          </w:rPr>
          <w:id w:val="-1322502565"/>
          <w:placeholder>
            <w:docPart w:val="DefaultPlaceholder_1081868574"/>
          </w:placeholder>
          <w:text/>
        </w:sdtPr>
        <w:sdtEndPr/>
        <w:sdtContent>
          <w:r w:rsidRPr="005F134B">
            <w:rPr>
              <w:rFonts w:ascii="Segoe UI" w:eastAsia="Times New Roman" w:hAnsi="Segoe UI" w:cs="Segoe UI"/>
              <w:b/>
              <w:color w:val="000000"/>
              <w:kern w:val="0"/>
              <w:sz w:val="20"/>
              <w:szCs w:val="20"/>
              <w:lang w:eastAsia="it-IT"/>
              <w14:ligatures w14:val="none"/>
            </w:rPr>
            <w:t>[Numero]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 </w:t>
      </w:r>
    </w:p>
    <w:p w14:paraId="72BB5023" w14:textId="488B549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P.IVA </w:t>
      </w:r>
      <w:sdt>
        <w:sdtPr>
          <w:rPr>
            <w:rFonts w:ascii="Segoe UI" w:eastAsia="Times New Roman" w:hAnsi="Segoe UI" w:cs="Segoe UI"/>
            <w:b/>
            <w:color w:val="000000"/>
            <w:kern w:val="0"/>
            <w:sz w:val="20"/>
            <w:szCs w:val="20"/>
            <w:lang w:eastAsia="it-IT"/>
            <w14:ligatures w14:val="none"/>
          </w:rPr>
          <w:id w:val="-619151630"/>
          <w:placeholder>
            <w:docPart w:val="DefaultPlaceholder_1081868574"/>
          </w:placeholder>
          <w:text/>
        </w:sdtPr>
        <w:sdtEndPr/>
        <w:sdtContent>
          <w:r w:rsidRPr="005F134B">
            <w:rPr>
              <w:rFonts w:ascii="Segoe UI" w:eastAsia="Times New Roman" w:hAnsi="Segoe UI" w:cs="Segoe UI"/>
              <w:b/>
              <w:color w:val="000000"/>
              <w:kern w:val="0"/>
              <w:sz w:val="20"/>
              <w:szCs w:val="20"/>
              <w:lang w:eastAsia="it-IT"/>
              <w14:ligatures w14:val="none"/>
            </w:rPr>
            <w:t>[Numero]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, C.F. </w:t>
      </w:r>
      <w:sdt>
        <w:sdtPr>
          <w:rPr>
            <w:rFonts w:ascii="Segoe UI" w:eastAsia="Times New Roman" w:hAnsi="Segoe UI" w:cs="Segoe UI"/>
            <w:b/>
            <w:color w:val="000000"/>
            <w:kern w:val="0"/>
            <w:sz w:val="20"/>
            <w:szCs w:val="20"/>
            <w:lang w:eastAsia="it-IT"/>
            <w14:ligatures w14:val="none"/>
          </w:rPr>
          <w:id w:val="-498657831"/>
          <w:placeholder>
            <w:docPart w:val="DefaultPlaceholder_1081868574"/>
          </w:placeholder>
          <w:text/>
        </w:sdtPr>
        <w:sdtEndPr/>
        <w:sdtContent>
          <w:r w:rsidRPr="005F134B">
            <w:rPr>
              <w:rFonts w:ascii="Segoe UI" w:eastAsia="Times New Roman" w:hAnsi="Segoe UI" w:cs="Segoe UI"/>
              <w:b/>
              <w:color w:val="000000"/>
              <w:kern w:val="0"/>
              <w:sz w:val="20"/>
              <w:szCs w:val="20"/>
              <w:lang w:eastAsia="it-IT"/>
              <w14:ligatures w14:val="none"/>
            </w:rPr>
            <w:t>[Codice Fiscale]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, tel. </w:t>
      </w:r>
      <w:sdt>
        <w:sdtPr>
          <w:rPr>
            <w:rFonts w:ascii="Segoe UI" w:eastAsia="Times New Roman" w:hAnsi="Segoe UI" w:cs="Segoe UI"/>
            <w:b/>
            <w:color w:val="000000"/>
            <w:kern w:val="0"/>
            <w:sz w:val="20"/>
            <w:szCs w:val="20"/>
            <w:lang w:eastAsia="it-IT"/>
            <w14:ligatures w14:val="none"/>
          </w:rPr>
          <w:id w:val="1215393475"/>
          <w:placeholder>
            <w:docPart w:val="DefaultPlaceholder_1081868574"/>
          </w:placeholder>
          <w:text/>
        </w:sdtPr>
        <w:sdtEndPr/>
        <w:sdtContent>
          <w:r w:rsidRPr="005F134B">
            <w:rPr>
              <w:rFonts w:ascii="Segoe UI" w:eastAsia="Times New Roman" w:hAnsi="Segoe UI" w:cs="Segoe UI"/>
              <w:b/>
              <w:color w:val="000000"/>
              <w:kern w:val="0"/>
              <w:sz w:val="20"/>
              <w:szCs w:val="20"/>
              <w:lang w:eastAsia="it-IT"/>
              <w14:ligatures w14:val="none"/>
            </w:rPr>
            <w:t>[Numero]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,  </w:t>
      </w:r>
    </w:p>
    <w:p w14:paraId="16FE525E" w14:textId="7777777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</w:p>
    <w:p w14:paraId="35AA992B" w14:textId="7777777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consapevole delle sanzioni penali richiamate dall’art. 76 del DPR 445/2000 in caso di dichiarazioni mendaci e della decadenza dai benefici eventualmente conseguiti sulla base di dichiarazioni non veritiere (art. 75, DPR 445/2000), ai sensi e per gli effetti dell’art. 47 del DPR 445/2000, sotto la propria responsabilità  </w:t>
      </w:r>
    </w:p>
    <w:p w14:paraId="6CC2E939" w14:textId="7777777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</w:p>
    <w:p w14:paraId="0C7A3169" w14:textId="4A7E56F5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>D I C H I A R A</w:t>
      </w:r>
    </w:p>
    <w:p w14:paraId="46C64CCE" w14:textId="7777777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</w:p>
    <w:p w14:paraId="407D5580" w14:textId="7777777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1) Che nei propri confronti non sussistono cause di divieto, decadenza o sospensione previste dall’art. 67 del D.Lgs. n. 159/2011 e successive modificazioni e integrazioni.  </w:t>
      </w:r>
    </w:p>
    <w:p w14:paraId="2345E119" w14:textId="7777777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2) Che nei propri confronti non è pendente alcun procedimento per l’applicazione di una delle misure di prevenzione di cui all’art. 6 del D.Lgs. 159/2011.  </w:t>
      </w:r>
    </w:p>
    <w:p w14:paraId="4AD94E81" w14:textId="7777777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3) Stato delle condanne penali:  </w:t>
      </w:r>
    </w:p>
    <w:p w14:paraId="0DA57D36" w14:textId="3869BE94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  </w:t>
      </w:r>
      <w:sdt>
        <w:sdtPr>
          <w:rPr>
            <w:rFonts w:ascii="Segoe UI" w:eastAsia="Times New Roman" w:hAnsi="Segoe UI" w:cs="Segoe UI"/>
            <w:color w:val="000000"/>
            <w:kern w:val="0"/>
            <w:sz w:val="20"/>
            <w:szCs w:val="20"/>
            <w:lang w:eastAsia="it-IT"/>
            <w14:ligatures w14:val="none"/>
          </w:rPr>
          <w:id w:val="1699729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C4D" w:rsidRPr="005F134B">
            <w:rPr>
              <w:rFonts w:ascii="Segoe UI Symbol" w:eastAsia="MS Gothic" w:hAnsi="Segoe UI Symbol" w:cs="Segoe UI Symbol"/>
              <w:color w:val="000000"/>
              <w:kern w:val="0"/>
              <w:sz w:val="20"/>
              <w:szCs w:val="20"/>
              <w:lang w:eastAsia="it-IT"/>
              <w14:ligatures w14:val="none"/>
            </w:rPr>
            <w:t>☐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Non sono state emesse nei miei confronti sentenze di condanna passate in giudicato, decreti penali di condanna irrevocabili o sentenze di applicazione della pena su richiesta (art. 444 c.p.p.).  </w:t>
      </w:r>
    </w:p>
    <w:p w14:paraId="20C14BFF" w14:textId="549FD79E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lastRenderedPageBreak/>
        <w:t xml:space="preserve">   </w:t>
      </w:r>
      <w:sdt>
        <w:sdtPr>
          <w:rPr>
            <w:rFonts w:ascii="Segoe UI" w:eastAsia="Times New Roman" w:hAnsi="Segoe UI" w:cs="Segoe UI"/>
            <w:color w:val="000000"/>
            <w:kern w:val="0"/>
            <w:sz w:val="20"/>
            <w:szCs w:val="20"/>
            <w:lang w:eastAsia="it-IT"/>
            <w14:ligatures w14:val="none"/>
          </w:rPr>
          <w:id w:val="354386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11D" w:rsidRPr="005F134B">
            <w:rPr>
              <w:rFonts w:ascii="Segoe UI Symbol" w:eastAsia="MS Gothic" w:hAnsi="Segoe UI Symbol" w:cs="Segoe UI Symbol"/>
              <w:color w:val="000000"/>
              <w:kern w:val="0"/>
              <w:sz w:val="20"/>
              <w:szCs w:val="20"/>
              <w:lang w:eastAsia="it-IT"/>
              <w14:ligatures w14:val="none"/>
            </w:rPr>
            <w:t>☐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In alternativa, dichiaro di aver subito le seguenti condanne, comprese quelle per le quali ho beneficiato della non menzione:  </w:t>
      </w:r>
    </w:p>
    <w:p w14:paraId="328D4523" w14:textId="5696D57B" w:rsidR="006479FD" w:rsidRPr="005F134B" w:rsidRDefault="006479FD" w:rsidP="005F134B">
      <w:pPr>
        <w:pStyle w:val="Paragrafoelenco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Condanna 1: </w:t>
      </w:r>
      <w:sdt>
        <w:sdtPr>
          <w:rPr>
            <w:rFonts w:ascii="Segoe UI" w:eastAsia="Times New Roman" w:hAnsi="Segoe UI" w:cs="Segoe UI"/>
            <w:color w:val="000000"/>
            <w:kern w:val="0"/>
            <w:sz w:val="20"/>
            <w:szCs w:val="20"/>
            <w:lang w:eastAsia="it-IT"/>
            <w14:ligatures w14:val="none"/>
          </w:rPr>
          <w:id w:val="-185752332"/>
          <w:placeholder>
            <w:docPart w:val="DefaultPlaceholder_1081868574"/>
          </w:placeholder>
          <w:text/>
        </w:sdtPr>
        <w:sdtEndPr/>
        <w:sdtContent>
          <w:r w:rsidRPr="005F134B">
            <w:rPr>
              <w:rFonts w:ascii="Segoe UI" w:eastAsia="Times New Roman" w:hAnsi="Segoe UI" w:cs="Segoe UI"/>
              <w:color w:val="000000"/>
              <w:kern w:val="0"/>
              <w:sz w:val="20"/>
              <w:szCs w:val="20"/>
              <w:lang w:eastAsia="it-IT"/>
              <w14:ligatures w14:val="none"/>
            </w:rPr>
            <w:t>[Articolo codice penale, Anno]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 </w:t>
      </w:r>
    </w:p>
    <w:p w14:paraId="70A21ED6" w14:textId="2BADBAB4" w:rsidR="006479FD" w:rsidRPr="005F134B" w:rsidRDefault="006479FD" w:rsidP="005F134B">
      <w:pPr>
        <w:pStyle w:val="Paragrafoelenco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Condanna 2: </w:t>
      </w:r>
      <w:sdt>
        <w:sdtPr>
          <w:rPr>
            <w:rFonts w:ascii="Segoe UI" w:eastAsia="Times New Roman" w:hAnsi="Segoe UI" w:cs="Segoe UI"/>
            <w:color w:val="000000"/>
            <w:kern w:val="0"/>
            <w:sz w:val="20"/>
            <w:szCs w:val="20"/>
            <w:lang w:eastAsia="it-IT"/>
            <w14:ligatures w14:val="none"/>
          </w:rPr>
          <w:id w:val="1543942717"/>
          <w:placeholder>
            <w:docPart w:val="DefaultPlaceholder_1081868574"/>
          </w:placeholder>
          <w:text/>
        </w:sdtPr>
        <w:sdtEndPr/>
        <w:sdtContent>
          <w:r w:rsidRPr="005F134B">
            <w:rPr>
              <w:rFonts w:ascii="Segoe UI" w:eastAsia="Times New Roman" w:hAnsi="Segoe UI" w:cs="Segoe UI"/>
              <w:color w:val="000000"/>
              <w:kern w:val="0"/>
              <w:sz w:val="20"/>
              <w:szCs w:val="20"/>
              <w:lang w:eastAsia="it-IT"/>
              <w14:ligatures w14:val="none"/>
            </w:rPr>
            <w:t>[Articolo codice penale, Anno]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 </w:t>
      </w:r>
    </w:p>
    <w:p w14:paraId="1685F0C1" w14:textId="788C92F1" w:rsidR="006479FD" w:rsidRPr="005F134B" w:rsidRDefault="00E37616" w:rsidP="005F134B">
      <w:pPr>
        <w:pStyle w:val="Paragrafoelenco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sdt>
        <w:sdtPr>
          <w:rPr>
            <w:rFonts w:ascii="Segoe UI" w:eastAsia="Times New Roman" w:hAnsi="Segoe UI" w:cs="Segoe UI"/>
            <w:color w:val="000000"/>
            <w:kern w:val="0"/>
            <w:sz w:val="20"/>
            <w:szCs w:val="20"/>
            <w:lang w:eastAsia="it-IT"/>
            <w14:ligatures w14:val="none"/>
          </w:rPr>
          <w:id w:val="2088116625"/>
          <w:placeholder>
            <w:docPart w:val="DefaultPlaceholder_1081868574"/>
          </w:placeholder>
          <w:text/>
        </w:sdtPr>
        <w:sdtEndPr/>
        <w:sdtContent>
          <w:r w:rsidR="006479FD" w:rsidRPr="005F134B">
            <w:rPr>
              <w:rFonts w:ascii="Segoe UI" w:eastAsia="Times New Roman" w:hAnsi="Segoe UI" w:cs="Segoe UI"/>
              <w:color w:val="000000"/>
              <w:kern w:val="0"/>
              <w:sz w:val="20"/>
              <w:szCs w:val="20"/>
              <w:lang w:eastAsia="it-IT"/>
              <w14:ligatures w14:val="none"/>
            </w:rPr>
            <w:t>[Aggiungere ulteriori righe se necessario]</w:t>
          </w:r>
        </w:sdtContent>
      </w:sdt>
      <w:r w:rsidR="006479FD"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 </w:t>
      </w:r>
    </w:p>
    <w:p w14:paraId="2B71DD14" w14:textId="7777777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</w:p>
    <w:p w14:paraId="4A3B0E40" w14:textId="7777777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4) Familiari conviventi maggiorenni (art. 85, comma 3, D.Lgs. 159/2011):  </w:t>
      </w:r>
    </w:p>
    <w:p w14:paraId="569E79C0" w14:textId="2E533A0D" w:rsidR="006479FD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  </w:t>
      </w:r>
      <w:sdt>
        <w:sdtPr>
          <w:rPr>
            <w:rFonts w:ascii="Segoe UI" w:eastAsia="Times New Roman" w:hAnsi="Segoe UI" w:cs="Segoe UI"/>
            <w:color w:val="000000"/>
            <w:kern w:val="0"/>
            <w:sz w:val="20"/>
            <w:szCs w:val="20"/>
            <w:lang w:eastAsia="it-IT"/>
            <w14:ligatures w14:val="none"/>
          </w:rPr>
          <w:id w:val="-237475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46BA" w:rsidRPr="005F134B">
            <w:rPr>
              <w:rFonts w:ascii="Segoe UI Symbol" w:eastAsia="MS Gothic" w:hAnsi="Segoe UI Symbol" w:cs="Segoe UI Symbol"/>
              <w:color w:val="000000"/>
              <w:kern w:val="0"/>
              <w:sz w:val="20"/>
              <w:szCs w:val="20"/>
              <w:lang w:eastAsia="it-IT"/>
              <w14:ligatures w14:val="none"/>
            </w:rPr>
            <w:t>☐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Non ho familiari conviventi di maggiore età residenti nel territorio dello Stato.  </w:t>
      </w:r>
    </w:p>
    <w:p w14:paraId="0DB76CDC" w14:textId="77777777" w:rsidR="005F134B" w:rsidRPr="005F134B" w:rsidRDefault="005F134B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</w:p>
    <w:p w14:paraId="3A2338C9" w14:textId="2890C8F2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  </w:t>
      </w:r>
      <w:sdt>
        <w:sdtPr>
          <w:rPr>
            <w:rFonts w:ascii="Segoe UI" w:eastAsia="Times New Roman" w:hAnsi="Segoe UI" w:cs="Segoe UI"/>
            <w:color w:val="000000"/>
            <w:kern w:val="0"/>
            <w:sz w:val="20"/>
            <w:szCs w:val="20"/>
            <w:lang w:eastAsia="it-IT"/>
            <w14:ligatures w14:val="none"/>
          </w:rPr>
          <w:id w:val="-626310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46BA" w:rsidRPr="005F134B">
            <w:rPr>
              <w:rFonts w:ascii="Segoe UI Symbol" w:eastAsia="MS Gothic" w:hAnsi="Segoe UI Symbol" w:cs="Segoe UI Symbol"/>
              <w:color w:val="000000"/>
              <w:kern w:val="0"/>
              <w:sz w:val="20"/>
              <w:szCs w:val="20"/>
              <w:lang w:eastAsia="it-IT"/>
              <w14:ligatures w14:val="none"/>
            </w:rPr>
            <w:t>☐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Ho i seguenti familiari conviventi di maggiore età residenti nel territorio dello Stato: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349A6" w:rsidRPr="005F134B" w14:paraId="35E172D6" w14:textId="77777777" w:rsidTr="003349A6">
        <w:tc>
          <w:tcPr>
            <w:tcW w:w="3209" w:type="dxa"/>
          </w:tcPr>
          <w:p w14:paraId="229F1FC9" w14:textId="7D458E56" w:rsidR="003349A6" w:rsidRPr="005F134B" w:rsidRDefault="003349A6" w:rsidP="0079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5F134B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Nome e Cognome          </w:t>
            </w:r>
          </w:p>
        </w:tc>
        <w:tc>
          <w:tcPr>
            <w:tcW w:w="3209" w:type="dxa"/>
          </w:tcPr>
          <w:p w14:paraId="4D932DFF" w14:textId="5ECB1B57" w:rsidR="003349A6" w:rsidRPr="005F134B" w:rsidRDefault="003349A6" w:rsidP="0079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5F134B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Luogo e Data di Nascita</w:t>
            </w:r>
          </w:p>
        </w:tc>
        <w:tc>
          <w:tcPr>
            <w:tcW w:w="3210" w:type="dxa"/>
          </w:tcPr>
          <w:p w14:paraId="22587085" w14:textId="2AB12BC1" w:rsidR="003349A6" w:rsidRPr="005F134B" w:rsidRDefault="003349A6" w:rsidP="0079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5F134B">
              <w:rPr>
                <w:rFonts w:ascii="Segoe UI" w:eastAsia="Times New Roman" w:hAnsi="Segoe UI" w:cs="Segoe U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Codice Fiscale       </w:t>
            </w:r>
          </w:p>
        </w:tc>
      </w:tr>
      <w:tr w:rsidR="003349A6" w:rsidRPr="005F134B" w14:paraId="5723C43B" w14:textId="77777777" w:rsidTr="003349A6">
        <w:sdt>
          <w:sdtPr>
            <w:rPr>
              <w:rFonts w:ascii="Segoe UI" w:eastAsia="Times New Roman" w:hAnsi="Segoe UI" w:cs="Segoe UI"/>
              <w:color w:val="000000"/>
              <w:kern w:val="0"/>
              <w:sz w:val="20"/>
              <w:szCs w:val="20"/>
              <w:lang w:eastAsia="it-IT"/>
              <w14:ligatures w14:val="none"/>
            </w:rPr>
            <w:id w:val="-56210345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3209" w:type="dxa"/>
              </w:tcPr>
              <w:p w14:paraId="24FF5163" w14:textId="52081C73" w:rsidR="003349A6" w:rsidRPr="005F134B" w:rsidRDefault="003349A6" w:rsidP="00793FE4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line="276" w:lineRule="auto"/>
                  <w:jc w:val="both"/>
                  <w:rPr>
                    <w:rFonts w:ascii="Segoe UI" w:eastAsia="Times New Roman" w:hAnsi="Segoe UI" w:cs="Segoe UI"/>
                    <w:color w:val="000000"/>
                    <w:kern w:val="0"/>
                    <w:sz w:val="20"/>
                    <w:szCs w:val="20"/>
                    <w:lang w:eastAsia="it-IT"/>
                    <w14:ligatures w14:val="none"/>
                  </w:rPr>
                </w:pPr>
                <w:r w:rsidRPr="005F134B">
                  <w:rPr>
                    <w:rFonts w:ascii="Segoe UI" w:eastAsia="Times New Roman" w:hAnsi="Segoe UI" w:cs="Segoe UI"/>
                    <w:color w:val="000000"/>
                    <w:kern w:val="0"/>
                    <w:sz w:val="20"/>
                    <w:szCs w:val="20"/>
                    <w:lang w:eastAsia="it-IT"/>
                    <w14:ligatures w14:val="none"/>
                  </w:rPr>
                  <w:t>[Nome e Cognome]</w:t>
                </w:r>
              </w:p>
            </w:tc>
          </w:sdtContent>
        </w:sdt>
        <w:sdt>
          <w:sdtPr>
            <w:rPr>
              <w:rFonts w:ascii="Segoe UI" w:eastAsia="Times New Roman" w:hAnsi="Segoe UI" w:cs="Segoe UI"/>
              <w:color w:val="000000"/>
              <w:kern w:val="0"/>
              <w:sz w:val="20"/>
              <w:szCs w:val="20"/>
              <w:lang w:eastAsia="it-IT"/>
              <w14:ligatures w14:val="none"/>
            </w:rPr>
            <w:id w:val="-819274241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3209" w:type="dxa"/>
              </w:tcPr>
              <w:p w14:paraId="71E20E0A" w14:textId="493706F9" w:rsidR="003349A6" w:rsidRPr="005F134B" w:rsidRDefault="003349A6" w:rsidP="00793FE4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line="276" w:lineRule="auto"/>
                  <w:jc w:val="both"/>
                  <w:rPr>
                    <w:rFonts w:ascii="Segoe UI" w:eastAsia="Times New Roman" w:hAnsi="Segoe UI" w:cs="Segoe UI"/>
                    <w:color w:val="000000"/>
                    <w:kern w:val="0"/>
                    <w:sz w:val="20"/>
                    <w:szCs w:val="20"/>
                    <w:lang w:eastAsia="it-IT"/>
                    <w14:ligatures w14:val="none"/>
                  </w:rPr>
                </w:pPr>
                <w:r w:rsidRPr="005F134B">
                  <w:rPr>
                    <w:rFonts w:ascii="Segoe UI" w:eastAsia="Times New Roman" w:hAnsi="Segoe UI" w:cs="Segoe UI"/>
                    <w:color w:val="000000"/>
                    <w:kern w:val="0"/>
                    <w:sz w:val="20"/>
                    <w:szCs w:val="20"/>
                    <w:lang w:eastAsia="it-IT"/>
                    <w14:ligatures w14:val="none"/>
                  </w:rPr>
                  <w:t>[Luogo e data di nascita]</w:t>
                </w:r>
              </w:p>
            </w:tc>
          </w:sdtContent>
        </w:sdt>
        <w:sdt>
          <w:sdtPr>
            <w:rPr>
              <w:rFonts w:ascii="Segoe UI" w:eastAsia="Times New Roman" w:hAnsi="Segoe UI" w:cs="Segoe UI"/>
              <w:b/>
              <w:color w:val="000000"/>
              <w:kern w:val="0"/>
              <w:sz w:val="20"/>
              <w:szCs w:val="20"/>
              <w:lang w:eastAsia="it-IT"/>
              <w14:ligatures w14:val="none"/>
            </w:rPr>
            <w:id w:val="1678852610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3210" w:type="dxa"/>
              </w:tcPr>
              <w:p w14:paraId="084195FD" w14:textId="6B32CD60" w:rsidR="003349A6" w:rsidRPr="005F134B" w:rsidRDefault="003349A6" w:rsidP="00793FE4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line="276" w:lineRule="auto"/>
                  <w:jc w:val="both"/>
                  <w:rPr>
                    <w:rFonts w:ascii="Segoe UI" w:eastAsia="Times New Roman" w:hAnsi="Segoe UI" w:cs="Segoe UI"/>
                    <w:color w:val="000000"/>
                    <w:kern w:val="0"/>
                    <w:sz w:val="20"/>
                    <w:szCs w:val="20"/>
                    <w:lang w:eastAsia="it-IT"/>
                    <w14:ligatures w14:val="none"/>
                  </w:rPr>
                </w:pPr>
                <w:r w:rsidRPr="005F134B">
                  <w:rPr>
                    <w:rFonts w:ascii="Segoe UI" w:eastAsia="Times New Roman" w:hAnsi="Segoe UI" w:cs="Segoe UI"/>
                    <w:b/>
                    <w:color w:val="000000"/>
                    <w:kern w:val="0"/>
                    <w:sz w:val="20"/>
                    <w:szCs w:val="20"/>
                    <w:lang w:eastAsia="it-IT"/>
                    <w14:ligatures w14:val="none"/>
                  </w:rPr>
                  <w:t>[Codice fiscale]</w:t>
                </w:r>
              </w:p>
            </w:tc>
          </w:sdtContent>
        </w:sdt>
      </w:tr>
      <w:tr w:rsidR="003349A6" w:rsidRPr="005F134B" w14:paraId="70FE314D" w14:textId="77777777" w:rsidTr="003349A6">
        <w:sdt>
          <w:sdtPr>
            <w:rPr>
              <w:rFonts w:ascii="Segoe UI" w:eastAsia="Times New Roman" w:hAnsi="Segoe UI" w:cs="Segoe UI"/>
              <w:color w:val="000000"/>
              <w:kern w:val="0"/>
              <w:sz w:val="20"/>
              <w:szCs w:val="20"/>
              <w:lang w:eastAsia="it-IT"/>
              <w14:ligatures w14:val="none"/>
            </w:rPr>
            <w:id w:val="1807119691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3209" w:type="dxa"/>
              </w:tcPr>
              <w:p w14:paraId="122BE38D" w14:textId="49BCF2FB" w:rsidR="003349A6" w:rsidRPr="005F134B" w:rsidRDefault="003349A6" w:rsidP="00793FE4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line="276" w:lineRule="auto"/>
                  <w:jc w:val="both"/>
                  <w:rPr>
                    <w:rFonts w:ascii="Segoe UI" w:eastAsia="Times New Roman" w:hAnsi="Segoe UI" w:cs="Segoe UI"/>
                    <w:color w:val="000000"/>
                    <w:kern w:val="0"/>
                    <w:sz w:val="20"/>
                    <w:szCs w:val="20"/>
                    <w:lang w:eastAsia="it-IT"/>
                    <w14:ligatures w14:val="none"/>
                  </w:rPr>
                </w:pPr>
                <w:r w:rsidRPr="005F134B">
                  <w:rPr>
                    <w:rFonts w:ascii="Segoe UI" w:eastAsia="Times New Roman" w:hAnsi="Segoe UI" w:cs="Segoe UI"/>
                    <w:color w:val="000000"/>
                    <w:kern w:val="0"/>
                    <w:sz w:val="20"/>
                    <w:szCs w:val="20"/>
                    <w:lang w:eastAsia="it-IT"/>
                    <w14:ligatures w14:val="none"/>
                  </w:rPr>
                  <w:t>[Nome e Cognome]</w:t>
                </w:r>
              </w:p>
            </w:tc>
          </w:sdtContent>
        </w:sdt>
        <w:sdt>
          <w:sdtPr>
            <w:rPr>
              <w:rFonts w:ascii="Segoe UI" w:eastAsia="Times New Roman" w:hAnsi="Segoe UI" w:cs="Segoe UI"/>
              <w:color w:val="000000"/>
              <w:kern w:val="0"/>
              <w:sz w:val="20"/>
              <w:szCs w:val="20"/>
              <w:lang w:eastAsia="it-IT"/>
              <w14:ligatures w14:val="none"/>
            </w:rPr>
            <w:id w:val="-357884089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3209" w:type="dxa"/>
              </w:tcPr>
              <w:p w14:paraId="38C56314" w14:textId="7071CF66" w:rsidR="003349A6" w:rsidRPr="005F134B" w:rsidRDefault="003349A6" w:rsidP="00793FE4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line="276" w:lineRule="auto"/>
                  <w:jc w:val="both"/>
                  <w:rPr>
                    <w:rFonts w:ascii="Segoe UI" w:eastAsia="Times New Roman" w:hAnsi="Segoe UI" w:cs="Segoe UI"/>
                    <w:color w:val="000000"/>
                    <w:kern w:val="0"/>
                    <w:sz w:val="20"/>
                    <w:szCs w:val="20"/>
                    <w:lang w:eastAsia="it-IT"/>
                    <w14:ligatures w14:val="none"/>
                  </w:rPr>
                </w:pPr>
                <w:r w:rsidRPr="005F134B">
                  <w:rPr>
                    <w:rFonts w:ascii="Segoe UI" w:eastAsia="Times New Roman" w:hAnsi="Segoe UI" w:cs="Segoe UI"/>
                    <w:color w:val="000000"/>
                    <w:kern w:val="0"/>
                    <w:sz w:val="20"/>
                    <w:szCs w:val="20"/>
                    <w:lang w:eastAsia="it-IT"/>
                    <w14:ligatures w14:val="none"/>
                  </w:rPr>
                  <w:t>[Luogo e data di nascita]</w:t>
                </w:r>
              </w:p>
            </w:tc>
          </w:sdtContent>
        </w:sdt>
        <w:sdt>
          <w:sdtPr>
            <w:rPr>
              <w:rFonts w:ascii="Segoe UI" w:eastAsia="Times New Roman" w:hAnsi="Segoe UI" w:cs="Segoe UI"/>
              <w:b/>
              <w:color w:val="000000"/>
              <w:kern w:val="0"/>
              <w:sz w:val="20"/>
              <w:szCs w:val="20"/>
              <w:lang w:eastAsia="it-IT"/>
              <w14:ligatures w14:val="none"/>
            </w:rPr>
            <w:id w:val="963697244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3210" w:type="dxa"/>
              </w:tcPr>
              <w:p w14:paraId="0776BB5A" w14:textId="67951CEC" w:rsidR="003349A6" w:rsidRPr="005F134B" w:rsidRDefault="003349A6" w:rsidP="00793FE4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line="276" w:lineRule="auto"/>
                  <w:jc w:val="both"/>
                  <w:rPr>
                    <w:rFonts w:ascii="Segoe UI" w:eastAsia="Times New Roman" w:hAnsi="Segoe UI" w:cs="Segoe UI"/>
                    <w:color w:val="000000"/>
                    <w:kern w:val="0"/>
                    <w:sz w:val="20"/>
                    <w:szCs w:val="20"/>
                    <w:lang w:eastAsia="it-IT"/>
                    <w14:ligatures w14:val="none"/>
                  </w:rPr>
                </w:pPr>
                <w:r w:rsidRPr="005F134B">
                  <w:rPr>
                    <w:rFonts w:ascii="Segoe UI" w:eastAsia="Times New Roman" w:hAnsi="Segoe UI" w:cs="Segoe UI"/>
                    <w:b/>
                    <w:color w:val="000000"/>
                    <w:kern w:val="0"/>
                    <w:sz w:val="20"/>
                    <w:szCs w:val="20"/>
                    <w:lang w:eastAsia="it-IT"/>
                    <w14:ligatures w14:val="none"/>
                  </w:rPr>
                  <w:t>[Codice fiscale]</w:t>
                </w:r>
              </w:p>
            </w:tc>
          </w:sdtContent>
        </w:sdt>
      </w:tr>
      <w:tr w:rsidR="003349A6" w:rsidRPr="005F134B" w14:paraId="7DE20CEA" w14:textId="77777777" w:rsidTr="003349A6">
        <w:sdt>
          <w:sdtPr>
            <w:rPr>
              <w:rFonts w:ascii="Segoe UI" w:eastAsia="Times New Roman" w:hAnsi="Segoe UI" w:cs="Segoe UI"/>
              <w:color w:val="000000"/>
              <w:kern w:val="0"/>
              <w:sz w:val="20"/>
              <w:szCs w:val="20"/>
              <w:lang w:eastAsia="it-IT"/>
              <w14:ligatures w14:val="none"/>
            </w:rPr>
            <w:id w:val="-543139657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3209" w:type="dxa"/>
              </w:tcPr>
              <w:p w14:paraId="62B64D5C" w14:textId="25AD2009" w:rsidR="003349A6" w:rsidRPr="005F134B" w:rsidRDefault="003349A6" w:rsidP="00793FE4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line="276" w:lineRule="auto"/>
                  <w:jc w:val="both"/>
                  <w:rPr>
                    <w:rFonts w:ascii="Segoe UI" w:eastAsia="Times New Roman" w:hAnsi="Segoe UI" w:cs="Segoe UI"/>
                    <w:color w:val="000000"/>
                    <w:kern w:val="0"/>
                    <w:sz w:val="20"/>
                    <w:szCs w:val="20"/>
                    <w:lang w:eastAsia="it-IT"/>
                    <w14:ligatures w14:val="none"/>
                  </w:rPr>
                </w:pPr>
                <w:r w:rsidRPr="005F134B">
                  <w:rPr>
                    <w:rFonts w:ascii="Segoe UI" w:eastAsia="Times New Roman" w:hAnsi="Segoe UI" w:cs="Segoe UI"/>
                    <w:color w:val="000000"/>
                    <w:kern w:val="0"/>
                    <w:sz w:val="20"/>
                    <w:szCs w:val="20"/>
                    <w:lang w:eastAsia="it-IT"/>
                    <w14:ligatures w14:val="none"/>
                  </w:rPr>
                  <w:t>[Nome e Cognome]</w:t>
                </w:r>
              </w:p>
            </w:tc>
          </w:sdtContent>
        </w:sdt>
        <w:sdt>
          <w:sdtPr>
            <w:rPr>
              <w:rFonts w:ascii="Segoe UI" w:eastAsia="Times New Roman" w:hAnsi="Segoe UI" w:cs="Segoe UI"/>
              <w:color w:val="000000"/>
              <w:kern w:val="0"/>
              <w:sz w:val="20"/>
              <w:szCs w:val="20"/>
              <w:lang w:eastAsia="it-IT"/>
              <w14:ligatures w14:val="none"/>
            </w:rPr>
            <w:id w:val="-452168849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3209" w:type="dxa"/>
              </w:tcPr>
              <w:p w14:paraId="06C29BF7" w14:textId="7A24BD23" w:rsidR="003349A6" w:rsidRPr="005F134B" w:rsidRDefault="003349A6" w:rsidP="00793FE4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line="276" w:lineRule="auto"/>
                  <w:jc w:val="both"/>
                  <w:rPr>
                    <w:rFonts w:ascii="Segoe UI" w:eastAsia="Times New Roman" w:hAnsi="Segoe UI" w:cs="Segoe UI"/>
                    <w:color w:val="000000"/>
                    <w:kern w:val="0"/>
                    <w:sz w:val="20"/>
                    <w:szCs w:val="20"/>
                    <w:lang w:eastAsia="it-IT"/>
                    <w14:ligatures w14:val="none"/>
                  </w:rPr>
                </w:pPr>
                <w:r w:rsidRPr="005F134B">
                  <w:rPr>
                    <w:rFonts w:ascii="Segoe UI" w:eastAsia="Times New Roman" w:hAnsi="Segoe UI" w:cs="Segoe UI"/>
                    <w:color w:val="000000"/>
                    <w:kern w:val="0"/>
                    <w:sz w:val="20"/>
                    <w:szCs w:val="20"/>
                    <w:lang w:eastAsia="it-IT"/>
                    <w14:ligatures w14:val="none"/>
                  </w:rPr>
                  <w:t>[Luogo e data di nascita]</w:t>
                </w:r>
              </w:p>
            </w:tc>
          </w:sdtContent>
        </w:sdt>
        <w:sdt>
          <w:sdtPr>
            <w:rPr>
              <w:rFonts w:ascii="Segoe UI" w:eastAsia="Times New Roman" w:hAnsi="Segoe UI" w:cs="Segoe UI"/>
              <w:b/>
              <w:color w:val="000000"/>
              <w:kern w:val="0"/>
              <w:sz w:val="20"/>
              <w:szCs w:val="20"/>
              <w:lang w:eastAsia="it-IT"/>
              <w14:ligatures w14:val="none"/>
            </w:rPr>
            <w:id w:val="-362983540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3210" w:type="dxa"/>
              </w:tcPr>
              <w:p w14:paraId="72E60887" w14:textId="60B266C2" w:rsidR="003349A6" w:rsidRPr="005F134B" w:rsidRDefault="003349A6" w:rsidP="00793FE4">
                <w:pPr>
                  <w:tabs>
                    <w:tab w:val="left" w:pos="916"/>
                    <w:tab w:val="left" w:pos="1832"/>
                    <w:tab w:val="left" w:pos="2748"/>
                    <w:tab w:val="left" w:pos="3664"/>
                    <w:tab w:val="left" w:pos="4580"/>
                    <w:tab w:val="left" w:pos="5496"/>
                    <w:tab w:val="left" w:pos="6412"/>
                    <w:tab w:val="left" w:pos="7328"/>
                    <w:tab w:val="left" w:pos="8244"/>
                    <w:tab w:val="left" w:pos="9160"/>
                    <w:tab w:val="left" w:pos="10076"/>
                    <w:tab w:val="left" w:pos="10992"/>
                    <w:tab w:val="left" w:pos="11908"/>
                    <w:tab w:val="left" w:pos="12824"/>
                    <w:tab w:val="left" w:pos="13740"/>
                    <w:tab w:val="left" w:pos="14656"/>
                  </w:tabs>
                  <w:spacing w:line="276" w:lineRule="auto"/>
                  <w:jc w:val="both"/>
                  <w:rPr>
                    <w:rFonts w:ascii="Segoe UI" w:eastAsia="Times New Roman" w:hAnsi="Segoe UI" w:cs="Segoe UI"/>
                    <w:color w:val="000000"/>
                    <w:kern w:val="0"/>
                    <w:sz w:val="20"/>
                    <w:szCs w:val="20"/>
                    <w:lang w:eastAsia="it-IT"/>
                    <w14:ligatures w14:val="none"/>
                  </w:rPr>
                </w:pPr>
                <w:r w:rsidRPr="005F134B">
                  <w:rPr>
                    <w:rFonts w:ascii="Segoe UI" w:eastAsia="Times New Roman" w:hAnsi="Segoe UI" w:cs="Segoe UI"/>
                    <w:b/>
                    <w:color w:val="000000"/>
                    <w:kern w:val="0"/>
                    <w:sz w:val="20"/>
                    <w:szCs w:val="20"/>
                    <w:lang w:eastAsia="it-IT"/>
                    <w14:ligatures w14:val="none"/>
                  </w:rPr>
                  <w:t>[Codice fiscale]</w:t>
                </w:r>
              </w:p>
            </w:tc>
          </w:sdtContent>
        </w:sdt>
      </w:tr>
    </w:tbl>
    <w:sdt>
      <w:sdtPr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id w:val="-1470971502"/>
        <w:placeholder>
          <w:docPart w:val="DefaultPlaceholder_1081868574"/>
        </w:placeholder>
        <w:text/>
      </w:sdtPr>
      <w:sdtEndPr/>
      <w:sdtContent>
        <w:p w14:paraId="744637AE" w14:textId="04CEA303" w:rsidR="006479FD" w:rsidRPr="005F134B" w:rsidRDefault="003349A6" w:rsidP="00793FE4">
          <w:pPr>
            <w:tabs>
              <w:tab w:val="left" w:pos="916"/>
              <w:tab w:val="left" w:pos="1832"/>
              <w:tab w:val="left" w:pos="2748"/>
              <w:tab w:val="left" w:pos="3664"/>
              <w:tab w:val="left" w:pos="4580"/>
              <w:tab w:val="left" w:pos="5496"/>
              <w:tab w:val="left" w:pos="6412"/>
              <w:tab w:val="left" w:pos="7328"/>
              <w:tab w:val="left" w:pos="8244"/>
              <w:tab w:val="left" w:pos="9160"/>
              <w:tab w:val="left" w:pos="10076"/>
              <w:tab w:val="left" w:pos="10992"/>
              <w:tab w:val="left" w:pos="11908"/>
              <w:tab w:val="left" w:pos="12824"/>
              <w:tab w:val="left" w:pos="13740"/>
              <w:tab w:val="left" w:pos="14656"/>
            </w:tabs>
            <w:spacing w:after="0" w:line="276" w:lineRule="auto"/>
            <w:jc w:val="both"/>
            <w:rPr>
              <w:rFonts w:ascii="Segoe UI" w:eastAsia="Times New Roman" w:hAnsi="Segoe UI" w:cs="Segoe UI"/>
              <w:color w:val="000000"/>
              <w:kern w:val="0"/>
              <w:sz w:val="20"/>
              <w:szCs w:val="20"/>
              <w:lang w:eastAsia="it-IT"/>
              <w14:ligatures w14:val="none"/>
            </w:rPr>
          </w:pPr>
          <w:r w:rsidRPr="005F134B">
            <w:rPr>
              <w:rFonts w:ascii="Segoe UI" w:eastAsia="Times New Roman" w:hAnsi="Segoe UI" w:cs="Segoe UI"/>
              <w:color w:val="000000"/>
              <w:kern w:val="0"/>
              <w:sz w:val="20"/>
              <w:szCs w:val="20"/>
              <w:lang w:eastAsia="it-IT"/>
              <w14:ligatures w14:val="none"/>
            </w:rPr>
            <w:t xml:space="preserve">[Aggiungere righe se necessario, seguendo lo schema sopra </w:t>
          </w:r>
          <w:proofErr w:type="gramStart"/>
          <w:r w:rsidRPr="005F134B">
            <w:rPr>
              <w:rFonts w:ascii="Segoe UI" w:eastAsia="Times New Roman" w:hAnsi="Segoe UI" w:cs="Segoe UI"/>
              <w:color w:val="000000"/>
              <w:kern w:val="0"/>
              <w:sz w:val="20"/>
              <w:szCs w:val="20"/>
              <w:lang w:eastAsia="it-IT"/>
              <w14:ligatures w14:val="none"/>
            </w:rPr>
            <w:t xml:space="preserve">riportato]   </w:t>
          </w:r>
          <w:proofErr w:type="gramEnd"/>
        </w:p>
      </w:sdtContent>
    </w:sdt>
    <w:p w14:paraId="3B09DF77" w14:textId="77777777" w:rsidR="003349A6" w:rsidRPr="005F134B" w:rsidRDefault="003349A6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</w:p>
    <w:p w14:paraId="44D3050C" w14:textId="00D6AF8F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>Il/La sottoscritto/a dichiara inoltre di essere informato/a, ai sensi del Regolamento (UE) 2016/679 (“GDPR”), che i dati personali raccolti saranno trattati, anche con strumenti informatici, esclusivamente nell’ambito del procedimento per il quale la presente dichiarazione viene resa. Il titolare del trattamento è Cotral S.p.A</w:t>
      </w:r>
      <w:r w:rsidR="005869C8"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>.</w:t>
      </w: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e i dati saranno conservati per il tempo necessario al procedimento.  </w:t>
      </w:r>
    </w:p>
    <w:p w14:paraId="6E757A7E" w14:textId="7777777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</w:p>
    <w:p w14:paraId="2BE92B83" w14:textId="7777777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La presente dichiarazione ha validità di 6 mesi dalla data di sottoscrizione, salvo variazioni da comunicare tempestivamente.  </w:t>
      </w:r>
    </w:p>
    <w:p w14:paraId="2B36FE42" w14:textId="7777777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</w:p>
    <w:p w14:paraId="77C4F042" w14:textId="59D10F4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Luogo e data: </w:t>
      </w:r>
      <w:sdt>
        <w:sdtPr>
          <w:rPr>
            <w:rFonts w:ascii="Segoe UI" w:eastAsia="Times New Roman" w:hAnsi="Segoe UI" w:cs="Segoe UI"/>
            <w:b/>
            <w:color w:val="000000"/>
            <w:kern w:val="0"/>
            <w:sz w:val="20"/>
            <w:szCs w:val="20"/>
            <w:lang w:eastAsia="it-IT"/>
            <w14:ligatures w14:val="none"/>
          </w:rPr>
          <w:id w:val="1602377630"/>
          <w:placeholder>
            <w:docPart w:val="DefaultPlaceholder_1081868574"/>
          </w:placeholder>
          <w:text/>
        </w:sdtPr>
        <w:sdtEndPr/>
        <w:sdtContent>
          <w:r w:rsidR="003349A6" w:rsidRPr="005F134B">
            <w:rPr>
              <w:rFonts w:ascii="Segoe UI" w:eastAsia="Times New Roman" w:hAnsi="Segoe UI" w:cs="Segoe UI"/>
              <w:b/>
              <w:color w:val="000000"/>
              <w:kern w:val="0"/>
              <w:sz w:val="20"/>
              <w:szCs w:val="20"/>
              <w:lang w:eastAsia="it-IT"/>
              <w14:ligatures w14:val="none"/>
            </w:rPr>
            <w:t>[Inserire luogo e data di compilazione]</w:t>
          </w:r>
        </w:sdtContent>
      </w:sdt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 </w:t>
      </w:r>
    </w:p>
    <w:p w14:paraId="5941FC5A" w14:textId="7777777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</w:p>
    <w:p w14:paraId="537AE395" w14:textId="7777777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Firma del dichiarante:  </w:t>
      </w:r>
    </w:p>
    <w:p w14:paraId="2C79B1A2" w14:textId="3CA7D79D" w:rsidR="006479FD" w:rsidRPr="005F134B" w:rsidRDefault="00E37616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sdt>
        <w:sdtPr>
          <w:rPr>
            <w:rFonts w:ascii="Segoe UI" w:eastAsia="Times New Roman" w:hAnsi="Segoe UI" w:cs="Segoe UI"/>
            <w:color w:val="000000"/>
            <w:kern w:val="0"/>
            <w:sz w:val="20"/>
            <w:szCs w:val="20"/>
            <w:lang w:eastAsia="it-IT"/>
            <w14:ligatures w14:val="none"/>
          </w:rPr>
          <w:id w:val="225584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49A6" w:rsidRPr="005F134B">
            <w:rPr>
              <w:rFonts w:ascii="Segoe UI Symbol" w:eastAsia="MS Gothic" w:hAnsi="Segoe UI Symbol" w:cs="Segoe UI Symbol"/>
              <w:color w:val="000000"/>
              <w:kern w:val="0"/>
              <w:sz w:val="20"/>
              <w:szCs w:val="20"/>
              <w:lang w:eastAsia="it-IT"/>
              <w14:ligatures w14:val="none"/>
            </w:rPr>
            <w:t>☐</w:t>
          </w:r>
        </w:sdtContent>
      </w:sdt>
      <w:r w:rsidR="006479FD"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Firma digitale  </w:t>
      </w:r>
    </w:p>
    <w:p w14:paraId="53A059E9" w14:textId="522F3B8A" w:rsidR="006479FD" w:rsidRPr="005F134B" w:rsidRDefault="00E37616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sdt>
        <w:sdtPr>
          <w:rPr>
            <w:rFonts w:ascii="Segoe UI" w:eastAsia="Times New Roman" w:hAnsi="Segoe UI" w:cs="Segoe UI"/>
            <w:color w:val="000000"/>
            <w:kern w:val="0"/>
            <w:sz w:val="20"/>
            <w:szCs w:val="20"/>
            <w:lang w:eastAsia="it-IT"/>
            <w14:ligatures w14:val="none"/>
          </w:rPr>
          <w:id w:val="236067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49A6" w:rsidRPr="005F134B">
            <w:rPr>
              <w:rFonts w:ascii="Segoe UI Symbol" w:eastAsia="MS Gothic" w:hAnsi="Segoe UI Symbol" w:cs="Segoe UI Symbol"/>
              <w:color w:val="000000"/>
              <w:kern w:val="0"/>
              <w:sz w:val="20"/>
              <w:szCs w:val="20"/>
              <w:lang w:eastAsia="it-IT"/>
              <w14:ligatures w14:val="none"/>
            </w:rPr>
            <w:t>☐</w:t>
          </w:r>
        </w:sdtContent>
      </w:sdt>
      <w:r w:rsidR="00793FE4"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 </w:t>
      </w:r>
      <w:r w:rsidR="006479FD"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Firma autenticata (allegare copia del documento di identità ai sensi dell’art. 38, DPR 445/2000)  </w:t>
      </w:r>
    </w:p>
    <w:p w14:paraId="49A6131D" w14:textId="7777777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</w:p>
    <w:p w14:paraId="033826B7" w14:textId="7777777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>---</w:t>
      </w:r>
    </w:p>
    <w:p w14:paraId="1C31F288" w14:textId="7777777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</w:p>
    <w:p w14:paraId="4331F9CA" w14:textId="7777777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NOTE:  </w:t>
      </w:r>
    </w:p>
    <w:p w14:paraId="6F489591" w14:textId="77777777" w:rsidR="006479FD" w:rsidRPr="005F134B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 xml:space="preserve">- La presente dichiarazione non necessita di autenticazione della firma da parte di un pubblico ufficiale e sostituisce a tutti gli effetti le certificazioni richieste o destinate a una Pubblica Amministrazione, ai gestori di servizi pubblici o ai privati che vi consentono (DPR 445/2000).  </w:t>
      </w:r>
    </w:p>
    <w:p w14:paraId="4E9EDE0D" w14:textId="77777777" w:rsidR="006479FD" w:rsidRPr="006479FD" w:rsidRDefault="006479FD" w:rsidP="0079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it-IT"/>
          <w14:ligatures w14:val="none"/>
        </w:rPr>
      </w:pPr>
      <w:r w:rsidRPr="005F134B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it-IT"/>
          <w14:ligatures w14:val="none"/>
        </w:rPr>
        <w:t>- L’Amministrazione si riserva di effettuare controlli a campione sulla veridicità delle dichiarazioni (art. 71, comma 1, DPR 445/2000).</w:t>
      </w:r>
      <w:r w:rsidRPr="006479FD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it-IT"/>
          <w14:ligatures w14:val="none"/>
        </w:rPr>
        <w:t xml:space="preserve">  </w:t>
      </w:r>
    </w:p>
    <w:p w14:paraId="3974DF43" w14:textId="77777777" w:rsidR="00D55675" w:rsidRDefault="00D55675" w:rsidP="00793FE4">
      <w:pPr>
        <w:spacing w:line="276" w:lineRule="auto"/>
      </w:pPr>
    </w:p>
    <w:sectPr w:rsidR="00D556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169D7"/>
    <w:multiLevelType w:val="hybridMultilevel"/>
    <w:tmpl w:val="60AADD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A4E77"/>
    <w:multiLevelType w:val="hybridMultilevel"/>
    <w:tmpl w:val="C1F207D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7lKZWWLKpHb8Bkm2GaAmMSYJbZRhyinsg7nCuZ6yTPIQ9kcGrDJGFzSuoyrU/xrnz/EH3DO7fZ/TXWaCvYfVg==" w:salt="rH6SrNVj2H8Nk9kvsDlciw==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9FD"/>
    <w:rsid w:val="003349A6"/>
    <w:rsid w:val="004B02CD"/>
    <w:rsid w:val="005854EA"/>
    <w:rsid w:val="005869C8"/>
    <w:rsid w:val="005F134B"/>
    <w:rsid w:val="006479FD"/>
    <w:rsid w:val="006A653B"/>
    <w:rsid w:val="007546BA"/>
    <w:rsid w:val="00793FE4"/>
    <w:rsid w:val="0096249E"/>
    <w:rsid w:val="00AF0C4D"/>
    <w:rsid w:val="00C7611D"/>
    <w:rsid w:val="00D55675"/>
    <w:rsid w:val="00E37616"/>
    <w:rsid w:val="00FB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3311E"/>
  <w15:chartTrackingRefBased/>
  <w15:docId w15:val="{E2A11483-7B9D-4540-B8B2-09C02F71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479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479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479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479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479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479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479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479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479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479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479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479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479F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479F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479F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479F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479F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479F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479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479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479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479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479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479F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479F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479F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479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479F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479FD"/>
    <w:rPr>
      <w:b/>
      <w:bCs/>
      <w:smallCaps/>
      <w:color w:val="0F4761" w:themeColor="accent1" w:themeShade="BF"/>
      <w:spacing w:val="5"/>
    </w:rPr>
  </w:style>
  <w:style w:type="character" w:styleId="Testosegnaposto">
    <w:name w:val="Placeholder Text"/>
    <w:basedOn w:val="Carpredefinitoparagrafo"/>
    <w:uiPriority w:val="99"/>
    <w:semiHidden/>
    <w:rsid w:val="00C7611D"/>
    <w:rPr>
      <w:color w:val="808080"/>
    </w:rPr>
  </w:style>
  <w:style w:type="table" w:styleId="Grigliatabella">
    <w:name w:val="Table Grid"/>
    <w:basedOn w:val="Tabellanormale"/>
    <w:uiPriority w:val="39"/>
    <w:rsid w:val="003349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157E4F-6003-4501-AB93-E65A7B963405}"/>
      </w:docPartPr>
      <w:docPartBody>
        <w:p w:rsidR="009B63BF" w:rsidRDefault="00B771D1">
          <w:r w:rsidRPr="00920E03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1D1"/>
    <w:rsid w:val="009B63BF"/>
    <w:rsid w:val="00B7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B771D1"/>
    <w:rPr>
      <w:color w:val="808080"/>
    </w:rPr>
  </w:style>
  <w:style w:type="paragraph" w:customStyle="1" w:styleId="C0F1CB289D364681AA5C60EE63CEFC69">
    <w:name w:val="C0F1CB289D364681AA5C60EE63CEFC69"/>
    <w:rsid w:val="00B771D1"/>
  </w:style>
  <w:style w:type="paragraph" w:customStyle="1" w:styleId="9064FE844D174BDB9C88B5CA2206CE57">
    <w:name w:val="9064FE844D174BDB9C88B5CA2206CE57"/>
    <w:rsid w:val="00B771D1"/>
  </w:style>
  <w:style w:type="paragraph" w:customStyle="1" w:styleId="6069D16A2164469AAEF886C2EE4BF9D7">
    <w:name w:val="6069D16A2164469AAEF886C2EE4BF9D7"/>
    <w:rsid w:val="00B771D1"/>
  </w:style>
  <w:style w:type="paragraph" w:customStyle="1" w:styleId="E3EBE76759784D80BB029F5F372452C4">
    <w:name w:val="E3EBE76759784D80BB029F5F372452C4"/>
    <w:rsid w:val="00B771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EB6295AF</Template>
  <TotalTime>35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Gaetabi Di Lauro</dc:creator>
  <cp:keywords/>
  <dc:description/>
  <cp:lastModifiedBy>Dilauro, Gaetano</cp:lastModifiedBy>
  <cp:revision>13</cp:revision>
  <dcterms:created xsi:type="dcterms:W3CDTF">2025-03-05T14:56:00Z</dcterms:created>
  <dcterms:modified xsi:type="dcterms:W3CDTF">2025-03-13T13:36:00Z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2025-03-05T14:57:10Z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bdda6498-533c-46f1-a55b-f99257b19551</vt:lpwstr>
  </property>
  <property fmtid="{D5CDD505-2E9C-101B-9397-08002B2CF9AE}" pid="7" name="MSIP_Label_defa4170-0d19-0005-0004-bc88714345d2_ActionId">
    <vt:lpwstr>00ae4b36-1459-4016-a5dc-f666ac386210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